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3C8" w:rsidRDefault="005803C8" w:rsidP="00997C0F">
      <w:pPr>
        <w:jc w:val="center"/>
        <w:rPr>
          <w:b/>
          <w:sz w:val="28"/>
          <w:szCs w:val="28"/>
        </w:rPr>
      </w:pPr>
    </w:p>
    <w:p w:rsidR="005803C8" w:rsidRPr="00722582" w:rsidRDefault="005803C8" w:rsidP="00997C0F">
      <w:pPr>
        <w:jc w:val="center"/>
        <w:rPr>
          <w:b/>
          <w:sz w:val="28"/>
          <w:szCs w:val="28"/>
        </w:rPr>
      </w:pPr>
      <w:r w:rsidRPr="00722582">
        <w:rPr>
          <w:b/>
          <w:sz w:val="28"/>
          <w:szCs w:val="28"/>
        </w:rPr>
        <w:t>ПОЯСНИТЕЛЬНАЯ ЗАПИСКА</w:t>
      </w:r>
    </w:p>
    <w:p w:rsidR="005803C8" w:rsidRPr="00722582" w:rsidRDefault="005803C8" w:rsidP="00CE18B0">
      <w:pPr>
        <w:jc w:val="center"/>
        <w:rPr>
          <w:b/>
          <w:sz w:val="28"/>
          <w:szCs w:val="28"/>
        </w:rPr>
      </w:pPr>
      <w:r w:rsidRPr="00722582">
        <w:rPr>
          <w:b/>
          <w:sz w:val="28"/>
          <w:szCs w:val="28"/>
        </w:rPr>
        <w:t>к проекту закона Ульяновской области</w:t>
      </w:r>
    </w:p>
    <w:p w:rsidR="005803C8" w:rsidRDefault="005803C8" w:rsidP="0059415C">
      <w:pPr>
        <w:jc w:val="center"/>
        <w:rPr>
          <w:b/>
          <w:bCs/>
          <w:sz w:val="28"/>
          <w:szCs w:val="28"/>
        </w:rPr>
      </w:pPr>
      <w:r w:rsidRPr="00722582">
        <w:rPr>
          <w:b/>
          <w:szCs w:val="28"/>
        </w:rPr>
        <w:t>«</w:t>
      </w:r>
      <w:r>
        <w:rPr>
          <w:b/>
          <w:bCs/>
          <w:sz w:val="28"/>
          <w:szCs w:val="28"/>
        </w:rPr>
        <w:t>О внесении изменений в отдельные законодательные акты</w:t>
      </w:r>
    </w:p>
    <w:p w:rsidR="005803C8" w:rsidRDefault="005803C8" w:rsidP="0059415C">
      <w:pPr>
        <w:pStyle w:val="BodyText"/>
        <w:jc w:val="center"/>
        <w:rPr>
          <w:b/>
          <w:szCs w:val="28"/>
        </w:rPr>
      </w:pPr>
      <w:r>
        <w:rPr>
          <w:b/>
          <w:bCs/>
          <w:szCs w:val="28"/>
        </w:rPr>
        <w:t>Ульяновской области</w:t>
      </w:r>
      <w:r w:rsidRPr="00722582">
        <w:rPr>
          <w:b/>
          <w:szCs w:val="28"/>
        </w:rPr>
        <w:t>»</w:t>
      </w:r>
      <w:r>
        <w:rPr>
          <w:b/>
          <w:szCs w:val="28"/>
        </w:rPr>
        <w:t xml:space="preserve"> </w:t>
      </w:r>
    </w:p>
    <w:p w:rsidR="005803C8" w:rsidRDefault="005803C8" w:rsidP="00997C0F">
      <w:pPr>
        <w:pStyle w:val="BodyText"/>
        <w:jc w:val="center"/>
        <w:rPr>
          <w:b/>
          <w:szCs w:val="28"/>
        </w:rPr>
      </w:pPr>
    </w:p>
    <w:p w:rsidR="005803C8" w:rsidRDefault="005803C8" w:rsidP="00997C0F">
      <w:pPr>
        <w:pStyle w:val="BodyText"/>
        <w:jc w:val="center"/>
        <w:rPr>
          <w:b/>
          <w:szCs w:val="28"/>
        </w:rPr>
      </w:pPr>
    </w:p>
    <w:p w:rsidR="005803C8" w:rsidRPr="00146CA4" w:rsidRDefault="005803C8" w:rsidP="00B94852">
      <w:pPr>
        <w:spacing w:before="240" w:line="360" w:lineRule="auto"/>
        <w:ind w:firstLine="709"/>
        <w:jc w:val="both"/>
        <w:rPr>
          <w:b/>
          <w:sz w:val="28"/>
          <w:szCs w:val="28"/>
        </w:rPr>
      </w:pPr>
      <w:r w:rsidRPr="00B11D6F">
        <w:rPr>
          <w:sz w:val="28"/>
          <w:szCs w:val="28"/>
        </w:rPr>
        <w:t>Проект закона Ульяновской области «</w:t>
      </w:r>
      <w:r w:rsidRPr="00B11D6F">
        <w:rPr>
          <w:bCs/>
          <w:sz w:val="28"/>
          <w:szCs w:val="28"/>
        </w:rPr>
        <w:t>О внесении изменений в отдельные законодательные акты Ульяновской области</w:t>
      </w:r>
      <w:r w:rsidRPr="00B11D6F">
        <w:rPr>
          <w:sz w:val="28"/>
          <w:szCs w:val="28"/>
        </w:rPr>
        <w:t xml:space="preserve">» разработан </w:t>
      </w:r>
      <w:r>
        <w:rPr>
          <w:sz w:val="28"/>
          <w:szCs w:val="28"/>
        </w:rPr>
        <w:t>в</w:t>
      </w:r>
      <w:r w:rsidRPr="0074596D">
        <w:rPr>
          <w:sz w:val="28"/>
          <w:szCs w:val="28"/>
        </w:rPr>
        <w:t xml:space="preserve"> цел</w:t>
      </w:r>
      <w:r>
        <w:rPr>
          <w:sz w:val="28"/>
          <w:szCs w:val="28"/>
        </w:rPr>
        <w:t>ях внесения изменений в</w:t>
      </w:r>
      <w:r w:rsidRPr="00366E7E">
        <w:rPr>
          <w:sz w:val="28"/>
          <w:szCs w:val="28"/>
        </w:rPr>
        <w:t xml:space="preserve"> Закон</w:t>
      </w:r>
      <w:r>
        <w:rPr>
          <w:sz w:val="28"/>
          <w:szCs w:val="28"/>
        </w:rPr>
        <w:t>ы Ульяновской области от 0</w:t>
      </w:r>
      <w:r w:rsidRPr="00B575B9">
        <w:rPr>
          <w:sz w:val="28"/>
          <w:szCs w:val="28"/>
        </w:rPr>
        <w:t>1</w:t>
      </w:r>
      <w:r>
        <w:rPr>
          <w:sz w:val="28"/>
          <w:szCs w:val="28"/>
        </w:rPr>
        <w:t>.06.</w:t>
      </w:r>
      <w:r w:rsidRPr="00B575B9">
        <w:rPr>
          <w:sz w:val="28"/>
          <w:szCs w:val="28"/>
        </w:rPr>
        <w:t>2011</w:t>
      </w:r>
      <w:r>
        <w:rPr>
          <w:sz w:val="28"/>
          <w:szCs w:val="28"/>
        </w:rPr>
        <w:t xml:space="preserve"> №</w:t>
      </w:r>
      <w:r w:rsidRPr="00B575B9">
        <w:rPr>
          <w:sz w:val="28"/>
          <w:szCs w:val="28"/>
        </w:rPr>
        <w:t xml:space="preserve"> 85-ЗО </w:t>
      </w:r>
      <w:r>
        <w:rPr>
          <w:sz w:val="28"/>
          <w:szCs w:val="28"/>
        </w:rPr>
        <w:t>«</w:t>
      </w:r>
      <w:r w:rsidRPr="00B575B9">
        <w:rPr>
          <w:sz w:val="28"/>
          <w:szCs w:val="28"/>
        </w:rPr>
        <w:t xml:space="preserve">О перечне должностных лиц исполнительных органов государственной </w:t>
      </w:r>
      <w:r w:rsidRPr="00ED4EB3">
        <w:rPr>
          <w:spacing w:val="-2"/>
          <w:sz w:val="28"/>
          <w:szCs w:val="28"/>
        </w:rPr>
        <w:t>власти Ульяновской области, уполномоченных составлять протоколы об отдельных</w:t>
      </w:r>
      <w:r w:rsidRPr="00B575B9">
        <w:rPr>
          <w:sz w:val="28"/>
          <w:szCs w:val="28"/>
        </w:rPr>
        <w:t xml:space="preserve"> административных правонарушениях, предусмотренных Кодексом </w:t>
      </w:r>
      <w:r w:rsidRPr="00F908C6">
        <w:rPr>
          <w:sz w:val="28"/>
          <w:szCs w:val="28"/>
        </w:rPr>
        <w:t>Российской Федерации об административных правонарушениях»</w:t>
      </w:r>
      <w:r w:rsidRPr="00A44F0F">
        <w:rPr>
          <w:sz w:val="28"/>
          <w:szCs w:val="28"/>
        </w:rPr>
        <w:t xml:space="preserve">, </w:t>
      </w:r>
      <w:r>
        <w:rPr>
          <w:sz w:val="28"/>
          <w:szCs w:val="28"/>
        </w:rPr>
        <w:t xml:space="preserve">от 01.04.2015 № 26-ЗО </w:t>
      </w:r>
      <w:r w:rsidRPr="00A44F0F">
        <w:rPr>
          <w:sz w:val="28"/>
          <w:szCs w:val="28"/>
        </w:rP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w:t>
      </w:r>
      <w:r w:rsidRPr="00146CA4">
        <w:rPr>
          <w:sz w:val="28"/>
          <w:szCs w:val="28"/>
        </w:rPr>
        <w:t>федерального государственного надзора», а также  Закон Ульяновской области от 19 декабря 2016 года № 182-ЗО «О внесении изменения в статью 2 Закона Ульяновской области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(далее – законопроект).</w:t>
      </w:r>
    </w:p>
    <w:p w:rsidR="005803C8" w:rsidRDefault="005803C8" w:rsidP="00E155B4">
      <w:pPr>
        <w:spacing w:line="360" w:lineRule="auto"/>
        <w:ind w:firstLine="708"/>
        <w:jc w:val="both"/>
        <w:rPr>
          <w:color w:val="000000"/>
          <w:sz w:val="28"/>
          <w:szCs w:val="28"/>
        </w:rPr>
      </w:pPr>
      <w:r w:rsidRPr="00F45F78">
        <w:rPr>
          <w:sz w:val="28"/>
          <w:szCs w:val="28"/>
        </w:rPr>
        <w:t>Законопроект</w:t>
      </w:r>
      <w:r>
        <w:rPr>
          <w:sz w:val="28"/>
          <w:szCs w:val="28"/>
        </w:rPr>
        <w:t xml:space="preserve">ом предусматривается изменение наименований должностей </w:t>
      </w:r>
      <w:r w:rsidRPr="008D40C1">
        <w:rPr>
          <w:sz w:val="28"/>
          <w:szCs w:val="28"/>
        </w:rPr>
        <w:t>Министерств</w:t>
      </w:r>
      <w:r>
        <w:rPr>
          <w:sz w:val="28"/>
          <w:szCs w:val="28"/>
        </w:rPr>
        <w:t>а</w:t>
      </w:r>
      <w:r w:rsidRPr="008D40C1">
        <w:rPr>
          <w:sz w:val="28"/>
          <w:szCs w:val="28"/>
        </w:rPr>
        <w:t xml:space="preserve"> сельского, лесного хозяйства и природных ресурсов Ульяновской </w:t>
      </w:r>
      <w:r w:rsidRPr="00E06AE6">
        <w:rPr>
          <w:color w:val="000000"/>
          <w:sz w:val="28"/>
          <w:szCs w:val="28"/>
        </w:rPr>
        <w:t>области</w:t>
      </w:r>
      <w:r>
        <w:rPr>
          <w:color w:val="000000"/>
          <w:sz w:val="28"/>
          <w:szCs w:val="28"/>
        </w:rPr>
        <w:t xml:space="preserve"> (далее – Министерство)</w:t>
      </w:r>
      <w:r w:rsidRPr="00E06AE6">
        <w:rPr>
          <w:color w:val="000000"/>
          <w:sz w:val="28"/>
          <w:szCs w:val="28"/>
        </w:rPr>
        <w:t>, упол</w:t>
      </w:r>
      <w:r>
        <w:rPr>
          <w:color w:val="000000"/>
          <w:sz w:val="28"/>
          <w:szCs w:val="28"/>
        </w:rPr>
        <w:t xml:space="preserve">номоченных составлять протоколы </w:t>
      </w:r>
      <w:r w:rsidRPr="00E06AE6">
        <w:rPr>
          <w:color w:val="000000"/>
          <w:sz w:val="28"/>
          <w:szCs w:val="28"/>
        </w:rPr>
        <w:t xml:space="preserve">об административных правонарушениях, </w:t>
      </w:r>
      <w:r w:rsidRPr="00F0128D">
        <w:rPr>
          <w:color w:val="000000"/>
          <w:sz w:val="28"/>
          <w:szCs w:val="28"/>
        </w:rPr>
        <w:t xml:space="preserve">предусмотренных </w:t>
      </w:r>
      <w:hyperlink r:id="rId7" w:history="1">
        <w:r w:rsidRPr="00F0128D">
          <w:rPr>
            <w:color w:val="000000"/>
            <w:sz w:val="28"/>
            <w:szCs w:val="28"/>
          </w:rPr>
          <w:t>частями 3</w:t>
        </w:r>
      </w:hyperlink>
      <w:r w:rsidRPr="00F0128D">
        <w:rPr>
          <w:color w:val="000000"/>
          <w:sz w:val="28"/>
          <w:szCs w:val="28"/>
        </w:rPr>
        <w:t xml:space="preserve"> и </w:t>
      </w:r>
      <w:hyperlink r:id="rId8" w:history="1">
        <w:r w:rsidRPr="00F0128D">
          <w:rPr>
            <w:color w:val="000000"/>
            <w:sz w:val="28"/>
            <w:szCs w:val="28"/>
          </w:rPr>
          <w:t>4 статьи 14.1</w:t>
        </w:r>
      </w:hyperlink>
      <w:r w:rsidRPr="00F0128D">
        <w:rPr>
          <w:color w:val="000000"/>
          <w:sz w:val="28"/>
          <w:szCs w:val="28"/>
        </w:rPr>
        <w:t xml:space="preserve">, </w:t>
      </w:r>
      <w:hyperlink r:id="rId9" w:history="1">
        <w:r w:rsidRPr="00F0128D">
          <w:rPr>
            <w:color w:val="000000"/>
            <w:sz w:val="28"/>
            <w:szCs w:val="28"/>
          </w:rPr>
          <w:t>частью 1 статьи 19.4</w:t>
        </w:r>
      </w:hyperlink>
      <w:r w:rsidRPr="00F0128D">
        <w:rPr>
          <w:color w:val="000000"/>
          <w:sz w:val="28"/>
          <w:szCs w:val="28"/>
        </w:rPr>
        <w:t xml:space="preserve">, </w:t>
      </w:r>
      <w:hyperlink r:id="rId10" w:history="1">
        <w:r w:rsidRPr="00F0128D">
          <w:rPr>
            <w:color w:val="000000"/>
            <w:sz w:val="28"/>
            <w:szCs w:val="28"/>
          </w:rPr>
          <w:t>частью 1 статьи 19.4.1</w:t>
        </w:r>
      </w:hyperlink>
      <w:r w:rsidRPr="00F0128D">
        <w:rPr>
          <w:color w:val="000000"/>
          <w:sz w:val="28"/>
          <w:szCs w:val="28"/>
        </w:rPr>
        <w:t xml:space="preserve">, </w:t>
      </w:r>
      <w:hyperlink r:id="rId11" w:history="1">
        <w:r w:rsidRPr="00F0128D">
          <w:rPr>
            <w:color w:val="000000"/>
            <w:sz w:val="28"/>
            <w:szCs w:val="28"/>
          </w:rPr>
          <w:t>частями 1</w:t>
        </w:r>
      </w:hyperlink>
      <w:r w:rsidRPr="00F0128D">
        <w:rPr>
          <w:color w:val="000000"/>
          <w:sz w:val="28"/>
          <w:szCs w:val="28"/>
        </w:rPr>
        <w:t xml:space="preserve"> и </w:t>
      </w:r>
      <w:hyperlink r:id="rId12" w:history="1">
        <w:r w:rsidRPr="00F0128D">
          <w:rPr>
            <w:color w:val="000000"/>
            <w:sz w:val="28"/>
            <w:szCs w:val="28"/>
          </w:rPr>
          <w:t>20.1 статьи 19.5</w:t>
        </w:r>
      </w:hyperlink>
      <w:r w:rsidRPr="00F0128D">
        <w:rPr>
          <w:color w:val="000000"/>
          <w:sz w:val="28"/>
          <w:szCs w:val="28"/>
        </w:rPr>
        <w:t xml:space="preserve"> и </w:t>
      </w:r>
      <w:hyperlink r:id="rId13" w:history="1">
        <w:r w:rsidRPr="00F0128D">
          <w:rPr>
            <w:color w:val="000000"/>
            <w:sz w:val="28"/>
            <w:szCs w:val="28"/>
          </w:rPr>
          <w:t>стать</w:t>
        </w:r>
        <w:r>
          <w:rPr>
            <w:color w:val="000000"/>
            <w:sz w:val="28"/>
            <w:szCs w:val="28"/>
          </w:rPr>
          <w:t>ё</w:t>
        </w:r>
        <w:r w:rsidRPr="00F0128D">
          <w:rPr>
            <w:color w:val="000000"/>
            <w:sz w:val="28"/>
            <w:szCs w:val="28"/>
          </w:rPr>
          <w:t>й 19.7</w:t>
        </w:r>
      </w:hyperlink>
      <w:r w:rsidRPr="00F0128D">
        <w:rPr>
          <w:color w:val="000000"/>
          <w:sz w:val="28"/>
          <w:szCs w:val="28"/>
        </w:rPr>
        <w:t xml:space="preserve"> Кодекса Российской Федерации об административных правонарушениях</w:t>
      </w:r>
      <w:r>
        <w:t xml:space="preserve"> </w:t>
      </w:r>
      <w:r w:rsidRPr="00F0128D">
        <w:rPr>
          <w:sz w:val="28"/>
          <w:szCs w:val="28"/>
        </w:rPr>
        <w:t xml:space="preserve">(далее </w:t>
      </w:r>
      <w:r>
        <w:rPr>
          <w:sz w:val="28"/>
          <w:szCs w:val="28"/>
        </w:rPr>
        <w:t>–</w:t>
      </w:r>
      <w:r w:rsidRPr="00F0128D">
        <w:rPr>
          <w:sz w:val="28"/>
          <w:szCs w:val="28"/>
        </w:rPr>
        <w:t xml:space="preserve"> протоколы об административных правонарушениях), при осуществлении регионального государственного контроля (надзора),</w:t>
      </w:r>
      <w:r>
        <w:rPr>
          <w:sz w:val="28"/>
          <w:szCs w:val="28"/>
        </w:rPr>
        <w:t xml:space="preserve"> </w:t>
      </w:r>
      <w:r w:rsidRPr="00E06AE6">
        <w:rPr>
          <w:color w:val="000000"/>
          <w:sz w:val="28"/>
          <w:szCs w:val="28"/>
        </w:rPr>
        <w:t>в отношении видов деятельности, лицензирование которых осуществляется Министерством.</w:t>
      </w:r>
      <w:r>
        <w:rPr>
          <w:color w:val="000000"/>
          <w:sz w:val="28"/>
          <w:szCs w:val="28"/>
        </w:rPr>
        <w:t xml:space="preserve"> </w:t>
      </w:r>
    </w:p>
    <w:p w:rsidR="005803C8" w:rsidRDefault="005803C8" w:rsidP="0091101F">
      <w:pPr>
        <w:spacing w:line="360" w:lineRule="auto"/>
        <w:ind w:firstLine="709"/>
        <w:jc w:val="both"/>
        <w:rPr>
          <w:sz w:val="28"/>
          <w:szCs w:val="28"/>
        </w:rPr>
      </w:pPr>
      <w:r w:rsidRPr="0091101F">
        <w:rPr>
          <w:sz w:val="28"/>
          <w:szCs w:val="28"/>
        </w:rPr>
        <w:t>Законопроектом предлагается привести наименование должностей</w:t>
      </w:r>
      <w:r>
        <w:rPr>
          <w:color w:val="000000"/>
          <w:sz w:val="28"/>
          <w:szCs w:val="28"/>
        </w:rPr>
        <w:t xml:space="preserve"> </w:t>
      </w:r>
      <w:r w:rsidRPr="00E06AE6">
        <w:rPr>
          <w:color w:val="000000"/>
          <w:sz w:val="28"/>
          <w:szCs w:val="28"/>
        </w:rPr>
        <w:t>Министерств</w:t>
      </w:r>
      <w:r>
        <w:rPr>
          <w:color w:val="000000"/>
          <w:sz w:val="28"/>
          <w:szCs w:val="28"/>
        </w:rPr>
        <w:t xml:space="preserve">а в соответствие с </w:t>
      </w:r>
      <w:r w:rsidRPr="00553A6D">
        <w:rPr>
          <w:sz w:val="28"/>
          <w:szCs w:val="28"/>
        </w:rPr>
        <w:t>распоряжением Правительства Ульяновской области от</w:t>
      </w:r>
      <w:r>
        <w:rPr>
          <w:sz w:val="28"/>
          <w:szCs w:val="28"/>
        </w:rPr>
        <w:t xml:space="preserve"> 26.12.2016 № 738-пр «О предельной штатной численности и месячном фонде оплаты труда работников Министерства сельского, лесного хозяйства и природных ресурсов Ульяновской области» (в редакции от 23.01.2017 № 23-пр), предусматривающим изменение наименование структурных подразделений и должностей Министерства.</w:t>
      </w:r>
    </w:p>
    <w:p w:rsidR="005803C8" w:rsidRDefault="005803C8" w:rsidP="00E155B4">
      <w:pPr>
        <w:spacing w:line="360" w:lineRule="auto"/>
        <w:ind w:firstLine="709"/>
        <w:jc w:val="both"/>
        <w:rPr>
          <w:sz w:val="28"/>
          <w:szCs w:val="28"/>
        </w:rPr>
      </w:pPr>
      <w:r w:rsidRPr="00085821">
        <w:rPr>
          <w:sz w:val="28"/>
          <w:szCs w:val="28"/>
        </w:rPr>
        <w:t xml:space="preserve">Предметом правового регулирования </w:t>
      </w:r>
      <w:r w:rsidRPr="00F45F78">
        <w:rPr>
          <w:sz w:val="28"/>
          <w:szCs w:val="28"/>
        </w:rPr>
        <w:t>законопроект</w:t>
      </w:r>
      <w:r>
        <w:rPr>
          <w:sz w:val="28"/>
          <w:szCs w:val="28"/>
        </w:rPr>
        <w:t>а</w:t>
      </w:r>
      <w:r w:rsidRPr="00085821">
        <w:rPr>
          <w:sz w:val="28"/>
          <w:szCs w:val="28"/>
        </w:rPr>
        <w:t xml:space="preserve"> являются общественные отношения в сфере реализации полномочий исполнительных органов государственной власти по составлению протоколов </w:t>
      </w:r>
      <w:r>
        <w:rPr>
          <w:sz w:val="28"/>
          <w:szCs w:val="28"/>
        </w:rPr>
        <w:br/>
      </w:r>
      <w:r w:rsidRPr="00085821">
        <w:rPr>
          <w:sz w:val="28"/>
          <w:szCs w:val="28"/>
        </w:rPr>
        <w:t xml:space="preserve">об административных правонарушениях, </w:t>
      </w:r>
      <w:r w:rsidRPr="00302C96">
        <w:rPr>
          <w:sz w:val="28"/>
          <w:szCs w:val="28"/>
        </w:rPr>
        <w:t>предусмотренных Кодексом Российской Федерации об административных правонарушениях</w:t>
      </w:r>
      <w:r>
        <w:rPr>
          <w:sz w:val="28"/>
          <w:szCs w:val="28"/>
        </w:rPr>
        <w:t>.</w:t>
      </w:r>
    </w:p>
    <w:p w:rsidR="005803C8" w:rsidRPr="00085821" w:rsidRDefault="005803C8" w:rsidP="00E155B4">
      <w:pPr>
        <w:spacing w:line="360" w:lineRule="auto"/>
        <w:ind w:firstLine="709"/>
        <w:jc w:val="both"/>
        <w:rPr>
          <w:color w:val="000000"/>
          <w:sz w:val="28"/>
          <w:szCs w:val="28"/>
        </w:rPr>
      </w:pPr>
      <w:r w:rsidRPr="00085821">
        <w:rPr>
          <w:color w:val="000000"/>
          <w:sz w:val="28"/>
          <w:szCs w:val="28"/>
        </w:rPr>
        <w:t>Отрасль законодательства, к которой относится настоящий законопроект – основы государственного управления.</w:t>
      </w:r>
    </w:p>
    <w:p w:rsidR="005803C8" w:rsidRDefault="005803C8" w:rsidP="00E155B4">
      <w:pPr>
        <w:widowControl w:val="0"/>
        <w:suppressAutoHyphens/>
        <w:spacing w:line="360" w:lineRule="auto"/>
        <w:ind w:firstLine="709"/>
        <w:jc w:val="both"/>
        <w:rPr>
          <w:color w:val="000000"/>
          <w:sz w:val="28"/>
          <w:szCs w:val="28"/>
        </w:rPr>
      </w:pPr>
      <w:r w:rsidRPr="00085821">
        <w:rPr>
          <w:color w:val="000000"/>
          <w:sz w:val="28"/>
          <w:szCs w:val="28"/>
        </w:rPr>
        <w:t xml:space="preserve">Принятие законопроекта не повлечёт </w:t>
      </w:r>
      <w:r>
        <w:rPr>
          <w:color w:val="000000"/>
          <w:sz w:val="28"/>
          <w:szCs w:val="28"/>
        </w:rPr>
        <w:t xml:space="preserve">негативных </w:t>
      </w:r>
      <w:r w:rsidRPr="00085821">
        <w:rPr>
          <w:color w:val="000000"/>
          <w:sz w:val="28"/>
          <w:szCs w:val="28"/>
        </w:rPr>
        <w:t>социально-экономических, политических, правовых и иных последствий</w:t>
      </w:r>
      <w:r>
        <w:rPr>
          <w:color w:val="000000"/>
          <w:sz w:val="28"/>
          <w:szCs w:val="28"/>
        </w:rPr>
        <w:t>.</w:t>
      </w:r>
    </w:p>
    <w:p w:rsidR="005803C8" w:rsidRPr="00AB07D2" w:rsidRDefault="005803C8" w:rsidP="00E155B4">
      <w:pPr>
        <w:pStyle w:val="ConsPlusNonformat"/>
        <w:spacing w:line="360" w:lineRule="auto"/>
        <w:ind w:firstLine="709"/>
        <w:jc w:val="both"/>
        <w:rPr>
          <w:rFonts w:ascii="Times New Roman" w:hAnsi="Times New Roman" w:cs="Times New Roman"/>
          <w:sz w:val="28"/>
          <w:szCs w:val="28"/>
        </w:rPr>
      </w:pPr>
      <w:r w:rsidRPr="00AC5323">
        <w:rPr>
          <w:rFonts w:ascii="Times New Roman" w:hAnsi="Times New Roman" w:cs="Times New Roman"/>
          <w:sz w:val="28"/>
          <w:szCs w:val="28"/>
        </w:rPr>
        <w:t>В соответствии с Классификатором правовых актов, утверждённым Указом Президента Российской Федерации от 15</w:t>
      </w:r>
      <w:r>
        <w:rPr>
          <w:rFonts w:ascii="Times New Roman" w:hAnsi="Times New Roman" w:cs="Times New Roman"/>
          <w:sz w:val="28"/>
          <w:szCs w:val="28"/>
        </w:rPr>
        <w:t>.03.</w:t>
      </w:r>
      <w:r w:rsidRPr="00AC5323">
        <w:rPr>
          <w:rFonts w:ascii="Times New Roman" w:hAnsi="Times New Roman" w:cs="Times New Roman"/>
          <w:sz w:val="28"/>
          <w:szCs w:val="28"/>
        </w:rPr>
        <w:t xml:space="preserve">2000 № 511 </w:t>
      </w:r>
      <w:r w:rsidRPr="00AC5323">
        <w:rPr>
          <w:rFonts w:ascii="Times New Roman" w:hAnsi="Times New Roman" w:cs="Times New Roman"/>
          <w:sz w:val="28"/>
          <w:szCs w:val="28"/>
        </w:rPr>
        <w:br/>
        <w:t>«О классификаторе правовых актов» законопроект отнесён к правовым актам под номером</w:t>
      </w:r>
      <w:bookmarkStart w:id="0" w:name="sub_80100030"/>
      <w:r w:rsidRPr="00AC5323">
        <w:rPr>
          <w:rFonts w:ascii="Times New Roman" w:hAnsi="Times New Roman" w:cs="Times New Roman"/>
          <w:sz w:val="28"/>
          <w:szCs w:val="28"/>
        </w:rPr>
        <w:t xml:space="preserve"> 020.060.000 </w:t>
      </w:r>
      <w:r>
        <w:rPr>
          <w:rFonts w:ascii="Times New Roman" w:hAnsi="Times New Roman" w:cs="Times New Roman"/>
          <w:sz w:val="28"/>
          <w:szCs w:val="28"/>
        </w:rPr>
        <w:t>«</w:t>
      </w:r>
      <w:r w:rsidRPr="00AC5323">
        <w:rPr>
          <w:rFonts w:ascii="Times New Roman" w:hAnsi="Times New Roman" w:cs="Times New Roman"/>
          <w:sz w:val="28"/>
          <w:szCs w:val="28"/>
        </w:rPr>
        <w:t xml:space="preserve">Административные правонарушения и </w:t>
      </w:r>
      <w:r w:rsidRPr="00AB07D2">
        <w:rPr>
          <w:rFonts w:ascii="Times New Roman" w:hAnsi="Times New Roman" w:cs="Times New Roman"/>
          <w:sz w:val="28"/>
          <w:szCs w:val="28"/>
        </w:rPr>
        <w:t>административная ответственность</w:t>
      </w:r>
      <w:r>
        <w:rPr>
          <w:rFonts w:ascii="Times New Roman" w:hAnsi="Times New Roman" w:cs="Times New Roman"/>
          <w:sz w:val="28"/>
          <w:szCs w:val="28"/>
        </w:rPr>
        <w:t>»</w:t>
      </w:r>
      <w:r w:rsidRPr="00AB07D2">
        <w:rPr>
          <w:rFonts w:ascii="Times New Roman" w:hAnsi="Times New Roman" w:cs="Times New Roman"/>
          <w:sz w:val="28"/>
          <w:szCs w:val="28"/>
        </w:rPr>
        <w:t>.</w:t>
      </w:r>
    </w:p>
    <w:bookmarkEnd w:id="0"/>
    <w:p w:rsidR="005803C8" w:rsidRDefault="005803C8" w:rsidP="00E155B4">
      <w:pPr>
        <w:widowControl w:val="0"/>
        <w:suppressAutoHyphens/>
        <w:spacing w:line="360" w:lineRule="auto"/>
        <w:ind w:firstLine="709"/>
        <w:jc w:val="both"/>
        <w:rPr>
          <w:sz w:val="28"/>
          <w:szCs w:val="28"/>
        </w:rPr>
      </w:pPr>
    </w:p>
    <w:p w:rsidR="005803C8" w:rsidRDefault="005803C8" w:rsidP="00E155B4">
      <w:pPr>
        <w:widowControl w:val="0"/>
        <w:suppressAutoHyphens/>
        <w:spacing w:line="360" w:lineRule="auto"/>
        <w:ind w:firstLine="709"/>
        <w:jc w:val="both"/>
        <w:rPr>
          <w:sz w:val="28"/>
          <w:szCs w:val="28"/>
        </w:rPr>
      </w:pPr>
    </w:p>
    <w:p w:rsidR="005803C8" w:rsidRPr="00952BBA" w:rsidRDefault="005803C8" w:rsidP="00E155B4">
      <w:pPr>
        <w:widowControl w:val="0"/>
        <w:suppressAutoHyphens/>
        <w:spacing w:line="360" w:lineRule="auto"/>
        <w:ind w:firstLine="709"/>
        <w:jc w:val="both"/>
        <w:rPr>
          <w:sz w:val="28"/>
          <w:szCs w:val="28"/>
        </w:rPr>
      </w:pPr>
      <w:r w:rsidRPr="00952BBA">
        <w:rPr>
          <w:sz w:val="28"/>
          <w:szCs w:val="28"/>
        </w:rPr>
        <w:t xml:space="preserve">Законопроект не требует проведения оценки регулирующего воздействия. </w:t>
      </w:r>
    </w:p>
    <w:p w:rsidR="005803C8" w:rsidRPr="00952BBA" w:rsidRDefault="005803C8" w:rsidP="00E155B4">
      <w:pPr>
        <w:spacing w:line="360" w:lineRule="auto"/>
        <w:ind w:right="-87" w:firstLine="708"/>
        <w:jc w:val="both"/>
        <w:rPr>
          <w:sz w:val="28"/>
          <w:szCs w:val="28"/>
        </w:rPr>
      </w:pPr>
      <w:r w:rsidRPr="00952BBA">
        <w:rPr>
          <w:sz w:val="28"/>
          <w:szCs w:val="28"/>
        </w:rPr>
        <w:t xml:space="preserve">Основным разработчиком законопроекта является </w:t>
      </w:r>
      <w:r>
        <w:rPr>
          <w:sz w:val="28"/>
          <w:szCs w:val="28"/>
        </w:rPr>
        <w:t xml:space="preserve">главный </w:t>
      </w:r>
      <w:r w:rsidRPr="00952BBA">
        <w:rPr>
          <w:sz w:val="28"/>
          <w:szCs w:val="28"/>
        </w:rPr>
        <w:t>консультант департамента правовой, организационной и кадровой работы Министерства</w:t>
      </w:r>
      <w:r>
        <w:rPr>
          <w:sz w:val="28"/>
          <w:szCs w:val="28"/>
        </w:rPr>
        <w:t xml:space="preserve"> </w:t>
      </w:r>
      <w:r w:rsidRPr="00952BBA">
        <w:rPr>
          <w:sz w:val="28"/>
          <w:szCs w:val="28"/>
        </w:rPr>
        <w:t xml:space="preserve">– Салаева И.Г. </w:t>
      </w:r>
      <w:r w:rsidRPr="00952BBA">
        <w:rPr>
          <w:bCs/>
          <w:sz w:val="28"/>
          <w:szCs w:val="28"/>
        </w:rPr>
        <w:t xml:space="preserve">при участии Министра сельского, лесного хозяйства </w:t>
      </w:r>
      <w:r>
        <w:rPr>
          <w:bCs/>
          <w:sz w:val="28"/>
          <w:szCs w:val="28"/>
        </w:rPr>
        <w:br/>
      </w:r>
      <w:r w:rsidRPr="00952BBA">
        <w:rPr>
          <w:bCs/>
          <w:sz w:val="28"/>
          <w:szCs w:val="28"/>
        </w:rPr>
        <w:t>и природных ресурсов Ульяновской области Семёнкина М.И</w:t>
      </w:r>
      <w:r w:rsidRPr="00952BBA">
        <w:rPr>
          <w:sz w:val="28"/>
          <w:szCs w:val="28"/>
        </w:rPr>
        <w:t xml:space="preserve">. </w:t>
      </w:r>
    </w:p>
    <w:p w:rsidR="005803C8" w:rsidRPr="004B69AD" w:rsidRDefault="005803C8" w:rsidP="00997C0F">
      <w:pPr>
        <w:tabs>
          <w:tab w:val="left" w:pos="567"/>
        </w:tabs>
        <w:jc w:val="both"/>
        <w:rPr>
          <w:b/>
          <w:bCs/>
          <w:sz w:val="28"/>
          <w:szCs w:val="28"/>
        </w:rPr>
      </w:pPr>
    </w:p>
    <w:p w:rsidR="005803C8" w:rsidRDefault="005803C8" w:rsidP="00997C0F">
      <w:pPr>
        <w:tabs>
          <w:tab w:val="left" w:pos="567"/>
        </w:tabs>
        <w:jc w:val="both"/>
        <w:rPr>
          <w:b/>
          <w:bCs/>
          <w:sz w:val="28"/>
          <w:szCs w:val="28"/>
        </w:rPr>
      </w:pPr>
    </w:p>
    <w:p w:rsidR="005803C8" w:rsidRPr="004B69AD" w:rsidRDefault="005803C8" w:rsidP="00997C0F">
      <w:pPr>
        <w:tabs>
          <w:tab w:val="left" w:pos="567"/>
        </w:tabs>
        <w:jc w:val="both"/>
        <w:rPr>
          <w:b/>
          <w:bCs/>
          <w:sz w:val="28"/>
          <w:szCs w:val="28"/>
        </w:rPr>
      </w:pPr>
    </w:p>
    <w:p w:rsidR="005803C8" w:rsidRDefault="005803C8" w:rsidP="007F76B5">
      <w:pPr>
        <w:widowControl w:val="0"/>
        <w:autoSpaceDE w:val="0"/>
        <w:autoSpaceDN w:val="0"/>
        <w:jc w:val="both"/>
        <w:rPr>
          <w:sz w:val="28"/>
          <w:szCs w:val="28"/>
        </w:rPr>
      </w:pPr>
      <w:r>
        <w:rPr>
          <w:sz w:val="28"/>
          <w:szCs w:val="28"/>
        </w:rPr>
        <w:t xml:space="preserve">Министр сельского, лесного </w:t>
      </w:r>
    </w:p>
    <w:p w:rsidR="005803C8" w:rsidRDefault="005803C8" w:rsidP="007F76B5">
      <w:pPr>
        <w:widowControl w:val="0"/>
        <w:autoSpaceDE w:val="0"/>
        <w:autoSpaceDN w:val="0"/>
        <w:jc w:val="both"/>
        <w:rPr>
          <w:sz w:val="28"/>
          <w:szCs w:val="28"/>
        </w:rPr>
      </w:pPr>
      <w:r>
        <w:rPr>
          <w:sz w:val="28"/>
          <w:szCs w:val="28"/>
        </w:rPr>
        <w:t>хозяйства и природных ресурсов</w:t>
      </w:r>
    </w:p>
    <w:p w:rsidR="005803C8" w:rsidRDefault="005803C8" w:rsidP="007F76B5">
      <w:pPr>
        <w:widowControl w:val="0"/>
        <w:autoSpaceDE w:val="0"/>
        <w:autoSpaceDN w:val="0"/>
        <w:jc w:val="both"/>
        <w:rPr>
          <w:b/>
          <w:bCs/>
          <w:sz w:val="28"/>
          <w:szCs w:val="28"/>
        </w:rPr>
      </w:pPr>
      <w:r>
        <w:rPr>
          <w:sz w:val="28"/>
          <w:szCs w:val="28"/>
        </w:rPr>
        <w:t>Ульяновской области</w:t>
      </w:r>
      <w:r>
        <w:rPr>
          <w:sz w:val="28"/>
          <w:szCs w:val="28"/>
        </w:rPr>
        <w:tab/>
        <w:t xml:space="preserve">                                                                       М.И.Семёнкин</w:t>
      </w:r>
    </w:p>
    <w:sectPr w:rsidR="005803C8" w:rsidSect="00997C0F">
      <w:headerReference w:type="default" r:id="rId14"/>
      <w:headerReference w:type="first" r:id="rId15"/>
      <w:pgSz w:w="11906" w:h="16838"/>
      <w:pgMar w:top="1134" w:right="567"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03C8" w:rsidRDefault="005803C8" w:rsidP="00306616">
      <w:r>
        <w:separator/>
      </w:r>
    </w:p>
  </w:endnote>
  <w:endnote w:type="continuationSeparator" w:id="0">
    <w:p w:rsidR="005803C8" w:rsidRDefault="005803C8" w:rsidP="0030661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altName w:val="Times New Roman"/>
    <w:panose1 w:val="020B0604030504040204"/>
    <w:charset w:val="CC"/>
    <w:family w:val="swiss"/>
    <w:pitch w:val="variable"/>
    <w:sig w:usb0="61002A87" w:usb1="80000000" w:usb2="00000008" w:usb3="00000000" w:csb0="000101FF" w:csb1="00000000"/>
  </w:font>
  <w:font w:name="Verdana">
    <w:altName w:val="Tahom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03C8" w:rsidRDefault="005803C8" w:rsidP="00306616">
      <w:r>
        <w:separator/>
      </w:r>
    </w:p>
  </w:footnote>
  <w:footnote w:type="continuationSeparator" w:id="0">
    <w:p w:rsidR="005803C8" w:rsidRDefault="005803C8" w:rsidP="003066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3C8" w:rsidRDefault="005803C8">
    <w:pPr>
      <w:pStyle w:val="Header"/>
      <w:jc w:val="center"/>
    </w:pPr>
    <w:r w:rsidRPr="00146CA4">
      <w:rPr>
        <w:sz w:val="28"/>
        <w:szCs w:val="28"/>
      </w:rPr>
      <w:fldChar w:fldCharType="begin"/>
    </w:r>
    <w:r w:rsidRPr="00146CA4">
      <w:rPr>
        <w:sz w:val="28"/>
        <w:szCs w:val="28"/>
      </w:rPr>
      <w:instrText xml:space="preserve"> PAGE   \* MERGEFORMAT </w:instrText>
    </w:r>
    <w:r w:rsidRPr="00146CA4">
      <w:rPr>
        <w:sz w:val="28"/>
        <w:szCs w:val="28"/>
      </w:rPr>
      <w:fldChar w:fldCharType="separate"/>
    </w:r>
    <w:r>
      <w:rPr>
        <w:noProof/>
        <w:sz w:val="28"/>
        <w:szCs w:val="28"/>
      </w:rPr>
      <w:t>3</w:t>
    </w:r>
    <w:r w:rsidRPr="00146CA4">
      <w:rPr>
        <w:sz w:val="28"/>
        <w:szCs w:val="28"/>
      </w:rPr>
      <w:fldChar w:fldCharType="end"/>
    </w:r>
  </w:p>
  <w:p w:rsidR="005803C8" w:rsidRDefault="005803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3C8" w:rsidRPr="00997C0F" w:rsidRDefault="005803C8">
    <w:pPr>
      <w:pStyle w:val="Header"/>
      <w:jc w:val="center"/>
      <w:rPr>
        <w:sz w:val="28"/>
        <w:szCs w:val="28"/>
      </w:rPr>
    </w:pPr>
  </w:p>
  <w:p w:rsidR="005803C8" w:rsidRDefault="005803C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02B93"/>
    <w:multiLevelType w:val="multilevel"/>
    <w:tmpl w:val="A7AA9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F059D8"/>
    <w:multiLevelType w:val="multilevel"/>
    <w:tmpl w:val="1A7A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C73B8F"/>
    <w:multiLevelType w:val="multilevel"/>
    <w:tmpl w:val="35CE9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0F5861"/>
    <w:multiLevelType w:val="multilevel"/>
    <w:tmpl w:val="A706F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845794"/>
    <w:multiLevelType w:val="hybridMultilevel"/>
    <w:tmpl w:val="2B8049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E33721"/>
    <w:multiLevelType w:val="hybridMultilevel"/>
    <w:tmpl w:val="5D609B3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5"/>
  </w:num>
  <w:num w:numId="2">
    <w:abstractNumId w:val="4"/>
  </w:num>
  <w:num w:numId="3">
    <w:abstractNumId w:val="2"/>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5D6C"/>
    <w:rsid w:val="00043B20"/>
    <w:rsid w:val="000614E5"/>
    <w:rsid w:val="00071A00"/>
    <w:rsid w:val="000764ED"/>
    <w:rsid w:val="00077488"/>
    <w:rsid w:val="0008310D"/>
    <w:rsid w:val="00085821"/>
    <w:rsid w:val="000954E1"/>
    <w:rsid w:val="0009582E"/>
    <w:rsid w:val="000A70A9"/>
    <w:rsid w:val="000B1F17"/>
    <w:rsid w:val="000B3E2E"/>
    <w:rsid w:val="000C5703"/>
    <w:rsid w:val="000C6651"/>
    <w:rsid w:val="000D6C64"/>
    <w:rsid w:val="000D74E6"/>
    <w:rsid w:val="001045C6"/>
    <w:rsid w:val="00110087"/>
    <w:rsid w:val="00134D5C"/>
    <w:rsid w:val="001356CE"/>
    <w:rsid w:val="00146CA4"/>
    <w:rsid w:val="001504A2"/>
    <w:rsid w:val="0017358F"/>
    <w:rsid w:val="001741BE"/>
    <w:rsid w:val="00180AB3"/>
    <w:rsid w:val="00182044"/>
    <w:rsid w:val="00191ABB"/>
    <w:rsid w:val="001A6CE9"/>
    <w:rsid w:val="001B2899"/>
    <w:rsid w:val="001B314E"/>
    <w:rsid w:val="001D20BC"/>
    <w:rsid w:val="001D3AB2"/>
    <w:rsid w:val="001D3E94"/>
    <w:rsid w:val="001D755E"/>
    <w:rsid w:val="001E043C"/>
    <w:rsid w:val="001F1F77"/>
    <w:rsid w:val="001F32C9"/>
    <w:rsid w:val="00203FFF"/>
    <w:rsid w:val="002152D9"/>
    <w:rsid w:val="002230FC"/>
    <w:rsid w:val="0024013A"/>
    <w:rsid w:val="0024112B"/>
    <w:rsid w:val="00246C42"/>
    <w:rsid w:val="002514FB"/>
    <w:rsid w:val="00255BD0"/>
    <w:rsid w:val="00255F4A"/>
    <w:rsid w:val="002577E2"/>
    <w:rsid w:val="00261137"/>
    <w:rsid w:val="00261ECB"/>
    <w:rsid w:val="00263AB0"/>
    <w:rsid w:val="0026430A"/>
    <w:rsid w:val="0027449E"/>
    <w:rsid w:val="002823BD"/>
    <w:rsid w:val="00285718"/>
    <w:rsid w:val="00286EA9"/>
    <w:rsid w:val="00295136"/>
    <w:rsid w:val="00296052"/>
    <w:rsid w:val="002A4F66"/>
    <w:rsid w:val="002A5261"/>
    <w:rsid w:val="002A7A96"/>
    <w:rsid w:val="002B3846"/>
    <w:rsid w:val="002C2F0D"/>
    <w:rsid w:val="002D0265"/>
    <w:rsid w:val="002D224C"/>
    <w:rsid w:val="002E3209"/>
    <w:rsid w:val="002E622D"/>
    <w:rsid w:val="002F2080"/>
    <w:rsid w:val="00302C96"/>
    <w:rsid w:val="00302FCE"/>
    <w:rsid w:val="00303E86"/>
    <w:rsid w:val="0030476A"/>
    <w:rsid w:val="00306616"/>
    <w:rsid w:val="003221DC"/>
    <w:rsid w:val="00325980"/>
    <w:rsid w:val="00341DF6"/>
    <w:rsid w:val="00357A0A"/>
    <w:rsid w:val="00364076"/>
    <w:rsid w:val="00366E7E"/>
    <w:rsid w:val="00367B14"/>
    <w:rsid w:val="00373887"/>
    <w:rsid w:val="003B0239"/>
    <w:rsid w:val="003B1B9D"/>
    <w:rsid w:val="003C1362"/>
    <w:rsid w:val="003C4201"/>
    <w:rsid w:val="003C66CA"/>
    <w:rsid w:val="003D0AC0"/>
    <w:rsid w:val="003D150A"/>
    <w:rsid w:val="003D4C4A"/>
    <w:rsid w:val="0040053E"/>
    <w:rsid w:val="004006DD"/>
    <w:rsid w:val="004028E3"/>
    <w:rsid w:val="0041296B"/>
    <w:rsid w:val="0041302A"/>
    <w:rsid w:val="004143C8"/>
    <w:rsid w:val="00420B93"/>
    <w:rsid w:val="00431C5F"/>
    <w:rsid w:val="00437773"/>
    <w:rsid w:val="00452B70"/>
    <w:rsid w:val="0045441E"/>
    <w:rsid w:val="00467F89"/>
    <w:rsid w:val="00470E7A"/>
    <w:rsid w:val="00480C6C"/>
    <w:rsid w:val="004853D4"/>
    <w:rsid w:val="00490C84"/>
    <w:rsid w:val="004A105A"/>
    <w:rsid w:val="004A11B2"/>
    <w:rsid w:val="004A50F2"/>
    <w:rsid w:val="004A5542"/>
    <w:rsid w:val="004A6204"/>
    <w:rsid w:val="004A6396"/>
    <w:rsid w:val="004B69AD"/>
    <w:rsid w:val="004C04A3"/>
    <w:rsid w:val="004C0D71"/>
    <w:rsid w:val="004D11CE"/>
    <w:rsid w:val="00500F7B"/>
    <w:rsid w:val="00502329"/>
    <w:rsid w:val="00502C04"/>
    <w:rsid w:val="00502CD4"/>
    <w:rsid w:val="0050725A"/>
    <w:rsid w:val="00512D56"/>
    <w:rsid w:val="00521B38"/>
    <w:rsid w:val="00522E7F"/>
    <w:rsid w:val="005255B8"/>
    <w:rsid w:val="00541760"/>
    <w:rsid w:val="005420FB"/>
    <w:rsid w:val="00542850"/>
    <w:rsid w:val="00545D62"/>
    <w:rsid w:val="0055334E"/>
    <w:rsid w:val="00553A6D"/>
    <w:rsid w:val="0056316B"/>
    <w:rsid w:val="00567266"/>
    <w:rsid w:val="00570A6E"/>
    <w:rsid w:val="005758ED"/>
    <w:rsid w:val="005803C8"/>
    <w:rsid w:val="00586343"/>
    <w:rsid w:val="0059415C"/>
    <w:rsid w:val="00595642"/>
    <w:rsid w:val="00595FD3"/>
    <w:rsid w:val="005A7760"/>
    <w:rsid w:val="005B32DA"/>
    <w:rsid w:val="005C1DDE"/>
    <w:rsid w:val="005F296E"/>
    <w:rsid w:val="005F4C77"/>
    <w:rsid w:val="0061645E"/>
    <w:rsid w:val="006233F9"/>
    <w:rsid w:val="0062540D"/>
    <w:rsid w:val="006313EF"/>
    <w:rsid w:val="00641D97"/>
    <w:rsid w:val="00642DA6"/>
    <w:rsid w:val="00643676"/>
    <w:rsid w:val="00671C3B"/>
    <w:rsid w:val="006776C5"/>
    <w:rsid w:val="006841A8"/>
    <w:rsid w:val="00690282"/>
    <w:rsid w:val="00693324"/>
    <w:rsid w:val="006A08A7"/>
    <w:rsid w:val="006A3224"/>
    <w:rsid w:val="006A4808"/>
    <w:rsid w:val="006B6D8C"/>
    <w:rsid w:val="006F41F2"/>
    <w:rsid w:val="006F6806"/>
    <w:rsid w:val="0070082D"/>
    <w:rsid w:val="00705F8A"/>
    <w:rsid w:val="00711ADA"/>
    <w:rsid w:val="00722582"/>
    <w:rsid w:val="007378EA"/>
    <w:rsid w:val="0074596D"/>
    <w:rsid w:val="00757C8C"/>
    <w:rsid w:val="00764D4B"/>
    <w:rsid w:val="00766339"/>
    <w:rsid w:val="00767107"/>
    <w:rsid w:val="007716E0"/>
    <w:rsid w:val="00771E2A"/>
    <w:rsid w:val="0077388F"/>
    <w:rsid w:val="0078023A"/>
    <w:rsid w:val="00785925"/>
    <w:rsid w:val="00786FAB"/>
    <w:rsid w:val="0079161A"/>
    <w:rsid w:val="007A1AE8"/>
    <w:rsid w:val="007A4822"/>
    <w:rsid w:val="007B24D6"/>
    <w:rsid w:val="007D0C4B"/>
    <w:rsid w:val="007D4CFF"/>
    <w:rsid w:val="007D747B"/>
    <w:rsid w:val="007E1D5A"/>
    <w:rsid w:val="007E3A45"/>
    <w:rsid w:val="007E3A6A"/>
    <w:rsid w:val="007F76B5"/>
    <w:rsid w:val="0080269B"/>
    <w:rsid w:val="008055E6"/>
    <w:rsid w:val="00807D3B"/>
    <w:rsid w:val="00811E5F"/>
    <w:rsid w:val="00820714"/>
    <w:rsid w:val="0083098D"/>
    <w:rsid w:val="00835FC5"/>
    <w:rsid w:val="0084221D"/>
    <w:rsid w:val="00843075"/>
    <w:rsid w:val="00850E26"/>
    <w:rsid w:val="0085240C"/>
    <w:rsid w:val="00864406"/>
    <w:rsid w:val="008767C1"/>
    <w:rsid w:val="008772AA"/>
    <w:rsid w:val="008772F5"/>
    <w:rsid w:val="00896225"/>
    <w:rsid w:val="008C4C86"/>
    <w:rsid w:val="008D2DFB"/>
    <w:rsid w:val="008D40C1"/>
    <w:rsid w:val="008E5626"/>
    <w:rsid w:val="008E5E6F"/>
    <w:rsid w:val="008F2203"/>
    <w:rsid w:val="008F5434"/>
    <w:rsid w:val="008F56D1"/>
    <w:rsid w:val="0090430F"/>
    <w:rsid w:val="0091101F"/>
    <w:rsid w:val="0091109C"/>
    <w:rsid w:val="00912C07"/>
    <w:rsid w:val="00913111"/>
    <w:rsid w:val="00916BD6"/>
    <w:rsid w:val="00917607"/>
    <w:rsid w:val="00920C40"/>
    <w:rsid w:val="00922207"/>
    <w:rsid w:val="009229C3"/>
    <w:rsid w:val="00933907"/>
    <w:rsid w:val="00933BE1"/>
    <w:rsid w:val="00935BC5"/>
    <w:rsid w:val="00937A95"/>
    <w:rsid w:val="00941498"/>
    <w:rsid w:val="00944302"/>
    <w:rsid w:val="00944822"/>
    <w:rsid w:val="00946025"/>
    <w:rsid w:val="00952BBA"/>
    <w:rsid w:val="00953677"/>
    <w:rsid w:val="00957BA3"/>
    <w:rsid w:val="0096457E"/>
    <w:rsid w:val="00997C0F"/>
    <w:rsid w:val="009A56B1"/>
    <w:rsid w:val="009A69FC"/>
    <w:rsid w:val="009B284B"/>
    <w:rsid w:val="009C1B75"/>
    <w:rsid w:val="009C3778"/>
    <w:rsid w:val="009D21ED"/>
    <w:rsid w:val="009D6B0D"/>
    <w:rsid w:val="009D72AA"/>
    <w:rsid w:val="009E3B49"/>
    <w:rsid w:val="00A00A81"/>
    <w:rsid w:val="00A017F1"/>
    <w:rsid w:val="00A02803"/>
    <w:rsid w:val="00A04515"/>
    <w:rsid w:val="00A20B5B"/>
    <w:rsid w:val="00A21C79"/>
    <w:rsid w:val="00A361FC"/>
    <w:rsid w:val="00A44F0F"/>
    <w:rsid w:val="00A47C3D"/>
    <w:rsid w:val="00A54095"/>
    <w:rsid w:val="00A55BC3"/>
    <w:rsid w:val="00A64CCE"/>
    <w:rsid w:val="00A7044C"/>
    <w:rsid w:val="00A803D2"/>
    <w:rsid w:val="00A9126D"/>
    <w:rsid w:val="00AA06A6"/>
    <w:rsid w:val="00AA65DC"/>
    <w:rsid w:val="00AB07D2"/>
    <w:rsid w:val="00AC38E4"/>
    <w:rsid w:val="00AC470D"/>
    <w:rsid w:val="00AC5323"/>
    <w:rsid w:val="00B00A73"/>
    <w:rsid w:val="00B11D6F"/>
    <w:rsid w:val="00B124C4"/>
    <w:rsid w:val="00B208D6"/>
    <w:rsid w:val="00B20F42"/>
    <w:rsid w:val="00B3057D"/>
    <w:rsid w:val="00B414E9"/>
    <w:rsid w:val="00B41FDA"/>
    <w:rsid w:val="00B575B9"/>
    <w:rsid w:val="00B6126D"/>
    <w:rsid w:val="00B94852"/>
    <w:rsid w:val="00B95978"/>
    <w:rsid w:val="00BB2FCF"/>
    <w:rsid w:val="00BC5921"/>
    <w:rsid w:val="00BD36C9"/>
    <w:rsid w:val="00BE5019"/>
    <w:rsid w:val="00BF51EE"/>
    <w:rsid w:val="00C1281C"/>
    <w:rsid w:val="00C21BB2"/>
    <w:rsid w:val="00C248C8"/>
    <w:rsid w:val="00C250E3"/>
    <w:rsid w:val="00C26C00"/>
    <w:rsid w:val="00C35631"/>
    <w:rsid w:val="00C43EA6"/>
    <w:rsid w:val="00C44C39"/>
    <w:rsid w:val="00C463D2"/>
    <w:rsid w:val="00C509EB"/>
    <w:rsid w:val="00C5328E"/>
    <w:rsid w:val="00C60A45"/>
    <w:rsid w:val="00C80D71"/>
    <w:rsid w:val="00C979E9"/>
    <w:rsid w:val="00CC1A55"/>
    <w:rsid w:val="00CD775F"/>
    <w:rsid w:val="00CE168B"/>
    <w:rsid w:val="00CE18B0"/>
    <w:rsid w:val="00CE2E8F"/>
    <w:rsid w:val="00CE701A"/>
    <w:rsid w:val="00CF306C"/>
    <w:rsid w:val="00CF36CF"/>
    <w:rsid w:val="00D11E44"/>
    <w:rsid w:val="00D14CF0"/>
    <w:rsid w:val="00D2750A"/>
    <w:rsid w:val="00D3797A"/>
    <w:rsid w:val="00D568F8"/>
    <w:rsid w:val="00D606F6"/>
    <w:rsid w:val="00D61AB8"/>
    <w:rsid w:val="00D7181D"/>
    <w:rsid w:val="00D832F8"/>
    <w:rsid w:val="00D87264"/>
    <w:rsid w:val="00D917EF"/>
    <w:rsid w:val="00DA4A47"/>
    <w:rsid w:val="00DB311D"/>
    <w:rsid w:val="00DD0D93"/>
    <w:rsid w:val="00DD3386"/>
    <w:rsid w:val="00DE0500"/>
    <w:rsid w:val="00DF3142"/>
    <w:rsid w:val="00DF6ED3"/>
    <w:rsid w:val="00E008E2"/>
    <w:rsid w:val="00E06AE6"/>
    <w:rsid w:val="00E0763A"/>
    <w:rsid w:val="00E07A07"/>
    <w:rsid w:val="00E155B4"/>
    <w:rsid w:val="00E22DC8"/>
    <w:rsid w:val="00E30DD7"/>
    <w:rsid w:val="00E314E5"/>
    <w:rsid w:val="00E4794D"/>
    <w:rsid w:val="00E50FB8"/>
    <w:rsid w:val="00E53EF9"/>
    <w:rsid w:val="00E61D63"/>
    <w:rsid w:val="00E63754"/>
    <w:rsid w:val="00E7274F"/>
    <w:rsid w:val="00E770A0"/>
    <w:rsid w:val="00E90313"/>
    <w:rsid w:val="00E96B14"/>
    <w:rsid w:val="00E97118"/>
    <w:rsid w:val="00EA292F"/>
    <w:rsid w:val="00EA6B5A"/>
    <w:rsid w:val="00EA79B0"/>
    <w:rsid w:val="00ED476B"/>
    <w:rsid w:val="00ED4EB3"/>
    <w:rsid w:val="00EE03D1"/>
    <w:rsid w:val="00EE5A9B"/>
    <w:rsid w:val="00EF234D"/>
    <w:rsid w:val="00EF2DD7"/>
    <w:rsid w:val="00EF3EE2"/>
    <w:rsid w:val="00F0128D"/>
    <w:rsid w:val="00F02391"/>
    <w:rsid w:val="00F023B1"/>
    <w:rsid w:val="00F03C16"/>
    <w:rsid w:val="00F22973"/>
    <w:rsid w:val="00F275F2"/>
    <w:rsid w:val="00F45F78"/>
    <w:rsid w:val="00F5031C"/>
    <w:rsid w:val="00F520A2"/>
    <w:rsid w:val="00F55A77"/>
    <w:rsid w:val="00F605AB"/>
    <w:rsid w:val="00F67BBA"/>
    <w:rsid w:val="00F70C6A"/>
    <w:rsid w:val="00F77656"/>
    <w:rsid w:val="00F849D3"/>
    <w:rsid w:val="00F908C6"/>
    <w:rsid w:val="00F95276"/>
    <w:rsid w:val="00FA1B8C"/>
    <w:rsid w:val="00FA438F"/>
    <w:rsid w:val="00FB18CB"/>
    <w:rsid w:val="00FB4F1D"/>
    <w:rsid w:val="00FC3A95"/>
    <w:rsid w:val="00FD009A"/>
    <w:rsid w:val="00FD5D6C"/>
    <w:rsid w:val="00FE696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CCE"/>
    <w:rPr>
      <w:sz w:val="24"/>
      <w:szCs w:val="24"/>
    </w:rPr>
  </w:style>
  <w:style w:type="paragraph" w:styleId="Heading1">
    <w:name w:val="heading 1"/>
    <w:basedOn w:val="Normal"/>
    <w:next w:val="Normal"/>
    <w:link w:val="Heading1Char"/>
    <w:uiPriority w:val="99"/>
    <w:qFormat/>
    <w:rsid w:val="00420B93"/>
    <w:pPr>
      <w:autoSpaceDE w:val="0"/>
      <w:autoSpaceDN w:val="0"/>
      <w:adjustRightInd w:val="0"/>
      <w:spacing w:before="108" w:after="108"/>
      <w:jc w:val="center"/>
      <w:outlineLvl w:val="0"/>
    </w:pPr>
    <w:rPr>
      <w:rFonts w:ascii="Arial" w:hAnsi="Arial" w:cs="Arial"/>
      <w:b/>
      <w:bCs/>
      <w:color w:val="26282F"/>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0B93"/>
    <w:rPr>
      <w:rFonts w:ascii="Arial" w:hAnsi="Arial" w:cs="Arial"/>
      <w:b/>
      <w:bCs/>
      <w:color w:val="26282F"/>
      <w:sz w:val="24"/>
      <w:szCs w:val="24"/>
    </w:rPr>
  </w:style>
  <w:style w:type="paragraph" w:styleId="BalloonText">
    <w:name w:val="Balloon Text"/>
    <w:basedOn w:val="Normal"/>
    <w:link w:val="BalloonTextChar"/>
    <w:uiPriority w:val="99"/>
    <w:rsid w:val="00BE5019"/>
    <w:rPr>
      <w:rFonts w:ascii="Tahoma" w:hAnsi="Tahoma" w:cs="Tahoma"/>
      <w:sz w:val="16"/>
      <w:szCs w:val="16"/>
    </w:rPr>
  </w:style>
  <w:style w:type="character" w:customStyle="1" w:styleId="BalloonTextChar">
    <w:name w:val="Balloon Text Char"/>
    <w:basedOn w:val="DefaultParagraphFont"/>
    <w:link w:val="BalloonText"/>
    <w:uiPriority w:val="99"/>
    <w:locked/>
    <w:rsid w:val="00BE5019"/>
    <w:rPr>
      <w:rFonts w:ascii="Tahoma" w:hAnsi="Tahoma" w:cs="Tahoma"/>
      <w:sz w:val="16"/>
      <w:szCs w:val="16"/>
    </w:rPr>
  </w:style>
  <w:style w:type="paragraph" w:customStyle="1" w:styleId="11">
    <w:name w:val="Знак1 Знак Знак1 Знак Знак Знак Знак Знак Знак Знак Знак Знак Знак Знак Знак Знак"/>
    <w:basedOn w:val="Normal"/>
    <w:uiPriority w:val="99"/>
    <w:rsid w:val="002577E2"/>
    <w:pPr>
      <w:spacing w:before="100" w:beforeAutospacing="1" w:after="100" w:afterAutospacing="1"/>
    </w:pPr>
    <w:rPr>
      <w:rFonts w:ascii="Tahoma" w:hAnsi="Tahoma"/>
      <w:sz w:val="20"/>
      <w:szCs w:val="20"/>
      <w:lang w:val="en-US" w:eastAsia="en-US"/>
    </w:rPr>
  </w:style>
  <w:style w:type="character" w:customStyle="1" w:styleId="a">
    <w:name w:val="Цветовое выделение"/>
    <w:uiPriority w:val="99"/>
    <w:rsid w:val="00933BE1"/>
    <w:rPr>
      <w:b/>
      <w:color w:val="000080"/>
    </w:rPr>
  </w:style>
  <w:style w:type="paragraph" w:customStyle="1" w:styleId="1210">
    <w:name w:val="Абзац 1 и 2/10"/>
    <w:basedOn w:val="Normal"/>
    <w:uiPriority w:val="99"/>
    <w:rsid w:val="0085240C"/>
    <w:pPr>
      <w:spacing w:after="140" w:line="288" w:lineRule="auto"/>
      <w:ind w:firstLine="720"/>
      <w:jc w:val="both"/>
    </w:pPr>
    <w:rPr>
      <w:sz w:val="28"/>
      <w:szCs w:val="20"/>
    </w:rPr>
  </w:style>
  <w:style w:type="paragraph" w:styleId="Header">
    <w:name w:val="header"/>
    <w:basedOn w:val="Normal"/>
    <w:link w:val="HeaderChar"/>
    <w:uiPriority w:val="99"/>
    <w:rsid w:val="00306616"/>
    <w:pPr>
      <w:tabs>
        <w:tab w:val="center" w:pos="4677"/>
        <w:tab w:val="right" w:pos="9355"/>
      </w:tabs>
    </w:pPr>
  </w:style>
  <w:style w:type="character" w:customStyle="1" w:styleId="HeaderChar">
    <w:name w:val="Header Char"/>
    <w:basedOn w:val="DefaultParagraphFont"/>
    <w:link w:val="Header"/>
    <w:uiPriority w:val="99"/>
    <w:locked/>
    <w:rsid w:val="00306616"/>
    <w:rPr>
      <w:rFonts w:cs="Times New Roman"/>
      <w:sz w:val="24"/>
      <w:szCs w:val="24"/>
    </w:rPr>
  </w:style>
  <w:style w:type="paragraph" w:styleId="Footer">
    <w:name w:val="footer"/>
    <w:basedOn w:val="Normal"/>
    <w:link w:val="FooterChar"/>
    <w:uiPriority w:val="99"/>
    <w:rsid w:val="00306616"/>
    <w:pPr>
      <w:tabs>
        <w:tab w:val="center" w:pos="4677"/>
        <w:tab w:val="right" w:pos="9355"/>
      </w:tabs>
    </w:pPr>
  </w:style>
  <w:style w:type="character" w:customStyle="1" w:styleId="FooterChar">
    <w:name w:val="Footer Char"/>
    <w:basedOn w:val="DefaultParagraphFont"/>
    <w:link w:val="Footer"/>
    <w:uiPriority w:val="99"/>
    <w:locked/>
    <w:rsid w:val="00306616"/>
    <w:rPr>
      <w:rFonts w:cs="Times New Roman"/>
      <w:sz w:val="24"/>
      <w:szCs w:val="24"/>
    </w:rPr>
  </w:style>
  <w:style w:type="paragraph" w:customStyle="1" w:styleId="ConsPlusTitle">
    <w:name w:val="ConsPlusTitle"/>
    <w:uiPriority w:val="99"/>
    <w:rsid w:val="00470E7A"/>
    <w:pPr>
      <w:widowControl w:val="0"/>
      <w:autoSpaceDE w:val="0"/>
      <w:autoSpaceDN w:val="0"/>
      <w:adjustRightInd w:val="0"/>
    </w:pPr>
    <w:rPr>
      <w:b/>
      <w:bCs/>
      <w:sz w:val="24"/>
      <w:szCs w:val="24"/>
    </w:rPr>
  </w:style>
  <w:style w:type="paragraph" w:styleId="BodyText">
    <w:name w:val="Body Text"/>
    <w:basedOn w:val="Normal"/>
    <w:link w:val="BodyTextChar"/>
    <w:uiPriority w:val="99"/>
    <w:rsid w:val="002D224C"/>
    <w:rPr>
      <w:sz w:val="28"/>
    </w:rPr>
  </w:style>
  <w:style w:type="character" w:customStyle="1" w:styleId="BodyTextChar">
    <w:name w:val="Body Text Char"/>
    <w:basedOn w:val="DefaultParagraphFont"/>
    <w:link w:val="BodyText"/>
    <w:uiPriority w:val="99"/>
    <w:locked/>
    <w:rsid w:val="002D224C"/>
    <w:rPr>
      <w:rFonts w:cs="Times New Roman"/>
      <w:sz w:val="24"/>
      <w:szCs w:val="24"/>
    </w:rPr>
  </w:style>
  <w:style w:type="character" w:customStyle="1" w:styleId="a0">
    <w:name w:val="Основной текст_"/>
    <w:basedOn w:val="DefaultParagraphFont"/>
    <w:link w:val="4"/>
    <w:uiPriority w:val="99"/>
    <w:locked/>
    <w:rsid w:val="004A105A"/>
    <w:rPr>
      <w:rFonts w:cs="Times New Roman"/>
      <w:sz w:val="17"/>
      <w:szCs w:val="17"/>
      <w:shd w:val="clear" w:color="auto" w:fill="FFFFFF"/>
    </w:rPr>
  </w:style>
  <w:style w:type="paragraph" w:customStyle="1" w:styleId="4">
    <w:name w:val="Основной текст4"/>
    <w:basedOn w:val="Normal"/>
    <w:link w:val="a0"/>
    <w:uiPriority w:val="99"/>
    <w:rsid w:val="004A105A"/>
    <w:pPr>
      <w:widowControl w:val="0"/>
      <w:shd w:val="clear" w:color="auto" w:fill="FFFFFF"/>
      <w:spacing w:line="216" w:lineRule="exact"/>
      <w:ind w:hanging="740"/>
      <w:jc w:val="both"/>
    </w:pPr>
    <w:rPr>
      <w:sz w:val="17"/>
      <w:szCs w:val="17"/>
    </w:rPr>
  </w:style>
  <w:style w:type="paragraph" w:customStyle="1" w:styleId="1">
    <w:name w:val="Знак Знак Знак Знак1 Знак"/>
    <w:basedOn w:val="Normal"/>
    <w:uiPriority w:val="99"/>
    <w:rsid w:val="003B1B9D"/>
    <w:pPr>
      <w:spacing w:after="160" w:line="240" w:lineRule="exact"/>
    </w:pPr>
    <w:rPr>
      <w:rFonts w:ascii="Verdana" w:hAnsi="Verdana"/>
      <w:sz w:val="20"/>
      <w:szCs w:val="20"/>
      <w:lang w:val="en-US" w:eastAsia="en-US"/>
    </w:rPr>
  </w:style>
  <w:style w:type="character" w:styleId="Emphasis">
    <w:name w:val="Emphasis"/>
    <w:basedOn w:val="DefaultParagraphFont"/>
    <w:uiPriority w:val="99"/>
    <w:qFormat/>
    <w:rsid w:val="002A7A96"/>
    <w:rPr>
      <w:rFonts w:cs="Times New Roman"/>
      <w:i/>
      <w:iCs/>
    </w:rPr>
  </w:style>
  <w:style w:type="paragraph" w:styleId="Title">
    <w:name w:val="Title"/>
    <w:basedOn w:val="Normal"/>
    <w:next w:val="Normal"/>
    <w:link w:val="TitleChar"/>
    <w:uiPriority w:val="99"/>
    <w:qFormat/>
    <w:rsid w:val="00D917EF"/>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D917EF"/>
    <w:rPr>
      <w:rFonts w:ascii="Cambria" w:hAnsi="Cambria" w:cs="Times New Roman"/>
      <w:color w:val="17365D"/>
      <w:spacing w:val="5"/>
      <w:kern w:val="28"/>
      <w:sz w:val="52"/>
      <w:szCs w:val="52"/>
    </w:rPr>
  </w:style>
  <w:style w:type="paragraph" w:customStyle="1" w:styleId="ConsPlusNormal">
    <w:name w:val="ConsPlusNormal"/>
    <w:uiPriority w:val="99"/>
    <w:rsid w:val="00D11E44"/>
    <w:pPr>
      <w:autoSpaceDE w:val="0"/>
      <w:autoSpaceDN w:val="0"/>
      <w:adjustRightInd w:val="0"/>
    </w:pPr>
    <w:rPr>
      <w:sz w:val="28"/>
      <w:szCs w:val="28"/>
    </w:rPr>
  </w:style>
  <w:style w:type="paragraph" w:customStyle="1" w:styleId="ConsPlusNonformat">
    <w:name w:val="ConsPlusNonformat"/>
    <w:uiPriority w:val="99"/>
    <w:rsid w:val="00AC5323"/>
    <w:pPr>
      <w:widowControl w:val="0"/>
      <w:autoSpaceDE w:val="0"/>
      <w:autoSpaceDN w:val="0"/>
    </w:pPr>
    <w:rPr>
      <w:rFonts w:ascii="Courier New"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209417611">
      <w:marLeft w:val="0"/>
      <w:marRight w:val="0"/>
      <w:marTop w:val="0"/>
      <w:marBottom w:val="0"/>
      <w:divBdr>
        <w:top w:val="none" w:sz="0" w:space="0" w:color="auto"/>
        <w:left w:val="none" w:sz="0" w:space="0" w:color="auto"/>
        <w:bottom w:val="none" w:sz="0" w:space="0" w:color="auto"/>
        <w:right w:val="none" w:sz="0" w:space="0" w:color="auto"/>
      </w:divBdr>
    </w:div>
    <w:div w:id="209417612">
      <w:marLeft w:val="0"/>
      <w:marRight w:val="0"/>
      <w:marTop w:val="0"/>
      <w:marBottom w:val="0"/>
      <w:divBdr>
        <w:top w:val="none" w:sz="0" w:space="0" w:color="auto"/>
        <w:left w:val="none" w:sz="0" w:space="0" w:color="auto"/>
        <w:bottom w:val="none" w:sz="0" w:space="0" w:color="auto"/>
        <w:right w:val="none" w:sz="0" w:space="0" w:color="auto"/>
      </w:divBdr>
    </w:div>
    <w:div w:id="209417613">
      <w:marLeft w:val="0"/>
      <w:marRight w:val="0"/>
      <w:marTop w:val="0"/>
      <w:marBottom w:val="0"/>
      <w:divBdr>
        <w:top w:val="none" w:sz="0" w:space="0" w:color="auto"/>
        <w:left w:val="none" w:sz="0" w:space="0" w:color="auto"/>
        <w:bottom w:val="none" w:sz="0" w:space="0" w:color="auto"/>
        <w:right w:val="none" w:sz="0" w:space="0" w:color="auto"/>
      </w:divBdr>
    </w:div>
    <w:div w:id="209417614">
      <w:marLeft w:val="0"/>
      <w:marRight w:val="0"/>
      <w:marTop w:val="0"/>
      <w:marBottom w:val="0"/>
      <w:divBdr>
        <w:top w:val="none" w:sz="0" w:space="0" w:color="auto"/>
        <w:left w:val="none" w:sz="0" w:space="0" w:color="auto"/>
        <w:bottom w:val="none" w:sz="0" w:space="0" w:color="auto"/>
        <w:right w:val="none" w:sz="0" w:space="0" w:color="auto"/>
      </w:divBdr>
    </w:div>
    <w:div w:id="209417615">
      <w:marLeft w:val="0"/>
      <w:marRight w:val="0"/>
      <w:marTop w:val="0"/>
      <w:marBottom w:val="0"/>
      <w:divBdr>
        <w:top w:val="none" w:sz="0" w:space="0" w:color="auto"/>
        <w:left w:val="none" w:sz="0" w:space="0" w:color="auto"/>
        <w:bottom w:val="none" w:sz="0" w:space="0" w:color="auto"/>
        <w:right w:val="none" w:sz="0" w:space="0" w:color="auto"/>
      </w:divBdr>
    </w:div>
    <w:div w:id="209417616">
      <w:marLeft w:val="0"/>
      <w:marRight w:val="0"/>
      <w:marTop w:val="0"/>
      <w:marBottom w:val="0"/>
      <w:divBdr>
        <w:top w:val="none" w:sz="0" w:space="0" w:color="auto"/>
        <w:left w:val="none" w:sz="0" w:space="0" w:color="auto"/>
        <w:bottom w:val="none" w:sz="0" w:space="0" w:color="auto"/>
        <w:right w:val="none" w:sz="0" w:space="0" w:color="auto"/>
      </w:divBdr>
    </w:div>
    <w:div w:id="209417617">
      <w:marLeft w:val="0"/>
      <w:marRight w:val="0"/>
      <w:marTop w:val="0"/>
      <w:marBottom w:val="0"/>
      <w:divBdr>
        <w:top w:val="none" w:sz="0" w:space="0" w:color="auto"/>
        <w:left w:val="none" w:sz="0" w:space="0" w:color="auto"/>
        <w:bottom w:val="none" w:sz="0" w:space="0" w:color="auto"/>
        <w:right w:val="none" w:sz="0" w:space="0" w:color="auto"/>
      </w:divBdr>
    </w:div>
    <w:div w:id="209417618">
      <w:marLeft w:val="0"/>
      <w:marRight w:val="0"/>
      <w:marTop w:val="0"/>
      <w:marBottom w:val="0"/>
      <w:divBdr>
        <w:top w:val="none" w:sz="0" w:space="0" w:color="auto"/>
        <w:left w:val="none" w:sz="0" w:space="0" w:color="auto"/>
        <w:bottom w:val="none" w:sz="0" w:space="0" w:color="auto"/>
        <w:right w:val="none" w:sz="0" w:space="0" w:color="auto"/>
      </w:divBdr>
    </w:div>
    <w:div w:id="209417619">
      <w:marLeft w:val="0"/>
      <w:marRight w:val="0"/>
      <w:marTop w:val="0"/>
      <w:marBottom w:val="0"/>
      <w:divBdr>
        <w:top w:val="none" w:sz="0" w:space="0" w:color="auto"/>
        <w:left w:val="none" w:sz="0" w:space="0" w:color="auto"/>
        <w:bottom w:val="none" w:sz="0" w:space="0" w:color="auto"/>
        <w:right w:val="none" w:sz="0" w:space="0" w:color="auto"/>
      </w:divBdr>
    </w:div>
    <w:div w:id="2094176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BC3EDAB51582C54A1CFD62E042AB99EFD5490406E874A2D433952ECC399DEE681A17FAB623P9I" TargetMode="External"/><Relationship Id="rId13" Type="http://schemas.openxmlformats.org/officeDocument/2006/relationships/hyperlink" Target="consultantplus://offline/ref=BBBEA0E09684B1C79CDF25AB7546FCDD528149892B9486C233DE07BE930ADED533D1D09DA97E34BAs2P4F" TargetMode="External"/><Relationship Id="rId3" Type="http://schemas.openxmlformats.org/officeDocument/2006/relationships/settings" Target="settings.xml"/><Relationship Id="rId7" Type="http://schemas.openxmlformats.org/officeDocument/2006/relationships/hyperlink" Target="consultantplus://offline/ref=6DBC3EDAB51582C54A1CFD62E042AB99EFD5490406E874A2D433952ECC399DEE681A17FDB63097D02DP7I" TargetMode="External"/><Relationship Id="rId12" Type="http://schemas.openxmlformats.org/officeDocument/2006/relationships/hyperlink" Target="consultantplus://offline/ref=BBBEA0E09684B1C79CDF25AB7546FCDD528149892B9486C233DE07BE930ADED533D1D09BAA7Bs3P4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BBEA0E09684B1C79CDF25AB7546FCDD528149892B9486C233DE07BE930ADED533D1D099AB79s3P5F"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BBBEA0E09684B1C79CDF25AB7546FCDD528149892B9486C233DE07BE930ADED533D1D099AB79s3P7F" TargetMode="External"/><Relationship Id="rId4" Type="http://schemas.openxmlformats.org/officeDocument/2006/relationships/webSettings" Target="webSettings.xml"/><Relationship Id="rId9" Type="http://schemas.openxmlformats.org/officeDocument/2006/relationships/hyperlink" Target="consultantplus://offline/ref=BBBEA0E09684B1C79CDF25AB7546FCDD528149892B9486C233DE07BE930ADED533D1D099AB79s3P1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3</Pages>
  <Words>743</Words>
  <Characters>4236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1</dc:creator>
  <cp:keywords/>
  <dc:description/>
  <cp:lastModifiedBy>Пользователь</cp:lastModifiedBy>
  <cp:revision>5</cp:revision>
  <cp:lastPrinted>2017-04-11T07:35:00Z</cp:lastPrinted>
  <dcterms:created xsi:type="dcterms:W3CDTF">2017-04-11T07:31:00Z</dcterms:created>
  <dcterms:modified xsi:type="dcterms:W3CDTF">2017-06-16T07:57:00Z</dcterms:modified>
</cp:coreProperties>
</file>